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14BEA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E40003" w14:textId="32EB7DA3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991797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991797">
        <w:rPr>
          <w:rFonts w:ascii="Corbel" w:hAnsi="Corbel"/>
          <w:smallCaps/>
          <w:sz w:val="24"/>
          <w:szCs w:val="24"/>
        </w:rPr>
        <w:t>3</w:t>
      </w:r>
    </w:p>
    <w:p w14:paraId="17878A3E" w14:textId="7B60196B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991797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99179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E694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E6943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7009CCCD" w:rsidR="0085747A" w:rsidRPr="009C54AE" w:rsidRDefault="001A220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18B92EEE" w:rsidR="00015B8F" w:rsidRPr="009C54AE" w:rsidRDefault="001A22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-  90%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1C4D6B77" w:rsidR="009026B1" w:rsidRPr="009C54AE" w:rsidRDefault="001A2202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3525C62F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A220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Negocjacje i komunikacja :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Chrąchol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Rosa,Kraków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Legionowo : Wydawnictwo </w:t>
            </w:r>
            <w:proofErr w:type="spellStart"/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BF1D3" w14:textId="77777777" w:rsidR="007B6AB7" w:rsidRDefault="007B6AB7" w:rsidP="00C16ABF">
      <w:pPr>
        <w:spacing w:after="0" w:line="240" w:lineRule="auto"/>
      </w:pPr>
      <w:r>
        <w:separator/>
      </w:r>
    </w:p>
  </w:endnote>
  <w:endnote w:type="continuationSeparator" w:id="0">
    <w:p w14:paraId="31946357" w14:textId="77777777" w:rsidR="007B6AB7" w:rsidRDefault="007B6A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F2719" w14:textId="77777777" w:rsidR="007B6AB7" w:rsidRDefault="007B6AB7" w:rsidP="00C16ABF">
      <w:pPr>
        <w:spacing w:after="0" w:line="240" w:lineRule="auto"/>
      </w:pPr>
      <w:r>
        <w:separator/>
      </w:r>
    </w:p>
  </w:footnote>
  <w:footnote w:type="continuationSeparator" w:id="0">
    <w:p w14:paraId="5310D7AE" w14:textId="77777777" w:rsidR="007B6AB7" w:rsidRDefault="007B6AB7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2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17A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03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B6AB7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797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171D-4415-4ABC-B65B-39EE10900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84E146-2086-4FD5-BD57-F9843E310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7FBAC9-1FFE-457D-96A5-0C3966F7E2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A41D9-1ADC-48DD-8CBA-68930ABD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2020-12-14T00:22:00Z</dcterms:created>
  <dcterms:modified xsi:type="dcterms:W3CDTF">2021-09-06T07:32:00Z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